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4688" w:rsidRPr="006A41D5" w:rsidRDefault="008D219F" w:rsidP="007B4EE1">
      <w:pPr>
        <w:spacing w:after="360"/>
        <w:rPr>
          <w:rFonts w:ascii="Arial" w:hAnsi="Arial" w:cs="Arial"/>
          <w:b/>
          <w:sz w:val="28"/>
          <w:szCs w:val="28"/>
        </w:rPr>
      </w:pPr>
      <w:bookmarkStart w:id="0" w:name="OLE_LINK1"/>
      <w:bookmarkStart w:id="1" w:name="OLE_LINK2"/>
      <w:r>
        <w:rPr>
          <w:rFonts w:ascii="Arial" w:hAnsi="Arial" w:cs="Arial"/>
          <w:b/>
          <w:sz w:val="28"/>
          <w:szCs w:val="28"/>
        </w:rPr>
        <w:t>Logische Operatoren</w:t>
      </w:r>
      <w:r w:rsidR="004F4688">
        <w:rPr>
          <w:rFonts w:ascii="Arial" w:hAnsi="Arial" w:cs="Arial"/>
          <w:b/>
          <w:sz w:val="28"/>
          <w:szCs w:val="28"/>
        </w:rPr>
        <w:t xml:space="preserve">: </w:t>
      </w:r>
      <w:bookmarkEnd w:id="0"/>
      <w:bookmarkEnd w:id="1"/>
      <w:r w:rsidR="006A41D5">
        <w:rPr>
          <w:rFonts w:ascii="Arial" w:hAnsi="Arial" w:cs="Arial"/>
          <w:b/>
          <w:sz w:val="28"/>
          <w:szCs w:val="28"/>
        </w:rPr>
        <w:br/>
      </w:r>
      <w:r w:rsidR="004F4688" w:rsidRPr="003A4C9E">
        <w:rPr>
          <w:rFonts w:ascii="Arial" w:hAnsi="Arial" w:cs="Arial"/>
          <w:b/>
          <w:sz w:val="24"/>
        </w:rPr>
        <w:t>Verknüpfungsmöglichkeiten in der Übersicht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263"/>
        <w:gridCol w:w="2978"/>
        <w:gridCol w:w="3022"/>
      </w:tblGrid>
      <w:tr w:rsidR="004F4688" w:rsidRPr="002C270F" w:rsidTr="00173070">
        <w:tc>
          <w:tcPr>
            <w:tcW w:w="3263" w:type="dxa"/>
          </w:tcPr>
          <w:p w:rsidR="004F4688" w:rsidRPr="002C270F" w:rsidRDefault="004F4688" w:rsidP="001730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UND</w:t>
            </w:r>
            <w:r w:rsidRPr="002C270F">
              <w:rPr>
                <w:sz w:val="24"/>
                <w:szCs w:val="24"/>
              </w:rPr>
              <w:t>-Verknüpfung</w:t>
            </w:r>
          </w:p>
        </w:tc>
        <w:tc>
          <w:tcPr>
            <w:tcW w:w="2899" w:type="dxa"/>
          </w:tcPr>
          <w:p w:rsidR="004F4688" w:rsidRPr="002C270F" w:rsidRDefault="004F4688" w:rsidP="004F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ODER</w:t>
            </w:r>
            <w:r w:rsidRPr="002C270F">
              <w:rPr>
                <w:sz w:val="24"/>
                <w:szCs w:val="24"/>
              </w:rPr>
              <w:t>-Verknüpfung</w:t>
            </w:r>
          </w:p>
        </w:tc>
        <w:tc>
          <w:tcPr>
            <w:tcW w:w="2900" w:type="dxa"/>
          </w:tcPr>
          <w:p w:rsidR="004F4688" w:rsidRPr="002C270F" w:rsidRDefault="004F4688" w:rsidP="004F468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XOR</w:t>
            </w:r>
            <w:r w:rsidRPr="002C270F">
              <w:rPr>
                <w:sz w:val="24"/>
                <w:szCs w:val="24"/>
              </w:rPr>
              <w:t>-Verknüpfung</w:t>
            </w:r>
          </w:p>
        </w:tc>
      </w:tr>
      <w:tr w:rsidR="004F4688" w:rsidRPr="002C270F" w:rsidTr="00173070">
        <w:tc>
          <w:tcPr>
            <w:tcW w:w="3263" w:type="dxa"/>
          </w:tcPr>
          <w:p w:rsidR="004F4688" w:rsidRPr="002C270F" w:rsidRDefault="004F4688" w:rsidP="00173070">
            <w:pPr>
              <w:jc w:val="center"/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jc w:val="center"/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3685" w:dyaOrig="3565">
                <v:shape id="_x0000_i1026" type="#_x0000_t75" style="width:126.75pt;height:119.25pt" o:ole="">
                  <v:imagedata r:id="rId8" o:title=""/>
                </v:shape>
                <o:OLEObject Type="Embed" ProgID="Visio.Drawing.15" ShapeID="_x0000_i1026" DrawAspect="Content" ObjectID="_1591772092" r:id="rId9"/>
              </w:object>
            </w:r>
          </w:p>
          <w:p w:rsidR="004F4688" w:rsidRPr="002C270F" w:rsidRDefault="004F4688" w:rsidP="001730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4345" w:dyaOrig="3949">
                <v:shape id="_x0000_i1027" type="#_x0000_t75" style="width:132pt;height:120pt" o:ole="">
                  <v:imagedata r:id="rId10" o:title=""/>
                </v:shape>
                <o:OLEObject Type="Embed" ProgID="Visio.Drawing.15" ShapeID="_x0000_i1027" DrawAspect="Content" ObjectID="_1591772093" r:id="rId11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3565" w:dyaOrig="4237">
                <v:shape id="_x0000_i1028" type="#_x0000_t75" style="width:119.25pt;height:138pt" o:ole="">
                  <v:imagedata r:id="rId12" o:title=""/>
                </v:shape>
                <o:OLEObject Type="Embed" ProgID="Visio.Drawing.15" ShapeID="_x0000_i1028" DrawAspect="Content" ObjectID="_1591772094" r:id="rId13"/>
              </w:object>
            </w:r>
          </w:p>
        </w:tc>
      </w:tr>
      <w:tr w:rsidR="004F4688" w:rsidRPr="002C270F" w:rsidTr="00173070">
        <w:tc>
          <w:tcPr>
            <w:tcW w:w="3263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4416" w:dyaOrig="3564">
                <v:shape id="_x0000_i1029" type="#_x0000_t75" style="width:150pt;height:119.25pt" o:ole="">
                  <v:imagedata r:id="rId14" o:title=""/>
                </v:shape>
                <o:OLEObject Type="Embed" ProgID="Visio.Drawing.15" ShapeID="_x0000_i1029" DrawAspect="Content" ObjectID="_1591772095" r:id="rId15"/>
              </w:object>
            </w:r>
          </w:p>
        </w:tc>
        <w:tc>
          <w:tcPr>
            <w:tcW w:w="2899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>
              <w:object w:dxaOrig="3931" w:dyaOrig="3945">
                <v:shape id="_x0000_i1030" type="#_x0000_t75" style="width:118.5pt;height:119.25pt" o:ole="">
                  <v:imagedata r:id="rId16" o:title=""/>
                </v:shape>
                <o:OLEObject Type="Embed" ProgID="Visio.Drawing.15" ShapeID="_x0000_i1030" DrawAspect="Content" ObjectID="_1591772096" r:id="rId17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3984" w:dyaOrig="3480">
                <v:shape id="_x0000_i1031" type="#_x0000_t75" style="width:135.75pt;height:116.25pt" o:ole="">
                  <v:imagedata r:id="rId18" o:title=""/>
                </v:shape>
                <o:OLEObject Type="Embed" ProgID="Visio.Drawing.15" ShapeID="_x0000_i1031" DrawAspect="Content" ObjectID="_1591772097" r:id="rId19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</w:tr>
      <w:tr w:rsidR="004F4688" w:rsidRPr="002C270F" w:rsidTr="00173070">
        <w:tc>
          <w:tcPr>
            <w:tcW w:w="3263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jc w:val="center"/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3841" w:dyaOrig="4237">
                <v:shape id="_x0000_i1032" type="#_x0000_t75" style="width:117.75pt;height:129pt" o:ole="">
                  <v:imagedata r:id="rId20" o:title=""/>
                </v:shape>
                <o:OLEObject Type="Embed" ProgID="Visio.Drawing.15" ShapeID="_x0000_i1032" DrawAspect="Content" ObjectID="_1591772098" r:id="rId21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4549" w:dyaOrig="3757">
                <v:shape id="_x0000_i1033" type="#_x0000_t75" style="width:138pt;height:114pt" o:ole="">
                  <v:imagedata r:id="rId22" o:title=""/>
                </v:shape>
                <o:OLEObject Type="Embed" ProgID="Visio.Drawing.15" ShapeID="_x0000_i1033" DrawAspect="Content" ObjectID="_1591772099" r:id="rId23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  <w:tc>
          <w:tcPr>
            <w:tcW w:w="2900" w:type="dxa"/>
          </w:tcPr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4272" w:dyaOrig="3565">
                <v:shape id="_x0000_i1034" type="#_x0000_t75" style="width:138.75pt;height:114pt" o:ole="">
                  <v:imagedata r:id="rId24" o:title=""/>
                </v:shape>
                <o:OLEObject Type="Embed" ProgID="Visio.Drawing.15" ShapeID="_x0000_i1034" DrawAspect="Content" ObjectID="_1591772100" r:id="rId25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</w:tr>
      <w:tr w:rsidR="004F4688" w:rsidRPr="002C270F" w:rsidTr="00173070">
        <w:tc>
          <w:tcPr>
            <w:tcW w:w="3263" w:type="dxa"/>
          </w:tcPr>
          <w:p w:rsidR="004F4688" w:rsidRDefault="000B73B3" w:rsidP="0017307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6B8BA5C0" wp14:editId="6762AF62">
                      <wp:simplePos x="0" y="0"/>
                      <wp:positionH relativeFrom="column">
                        <wp:posOffset>2014219</wp:posOffset>
                      </wp:positionH>
                      <wp:positionV relativeFrom="paragraph">
                        <wp:posOffset>44450</wp:posOffset>
                      </wp:positionV>
                      <wp:extent cx="1876425" cy="1933575"/>
                      <wp:effectExtent l="0" t="0" r="28575" b="28575"/>
                      <wp:wrapNone/>
                      <wp:docPr id="5" name="Gerader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76425" cy="193357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504EBAC" id="Gerader Verbinder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6pt,3.5pt" to="306.35pt,1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" strokecolor="red" strokeweight="2pt"/>
                  </w:pict>
                </mc:Fallback>
              </mc:AlternateContent>
            </w:r>
          </w:p>
          <w:p w:rsidR="004F4688" w:rsidRDefault="004F4688" w:rsidP="00173070">
            <w:pPr>
              <w:rPr>
                <w:sz w:val="24"/>
                <w:szCs w:val="24"/>
              </w:rPr>
            </w:pPr>
            <w:r w:rsidRPr="002C270F">
              <w:rPr>
                <w:sz w:val="24"/>
                <w:szCs w:val="24"/>
              </w:rPr>
              <w:object w:dxaOrig="4345" w:dyaOrig="3961">
                <v:shape id="_x0000_i1035" type="#_x0000_t75" style="width:138.75pt;height:126pt" o:ole="">
                  <v:imagedata r:id="rId26" o:title=""/>
                </v:shape>
                <o:OLEObject Type="Embed" ProgID="Visio.Drawing.15" ShapeID="_x0000_i1035" DrawAspect="Content" ObjectID="_1591772101" r:id="rId27"/>
              </w:objec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</w:p>
        </w:tc>
        <w:tc>
          <w:tcPr>
            <w:tcW w:w="2899" w:type="dxa"/>
          </w:tcPr>
          <w:p w:rsidR="004F4688" w:rsidRDefault="000B73B3" w:rsidP="0017307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4969DAB" wp14:editId="612B8009">
                      <wp:simplePos x="0" y="0"/>
                      <wp:positionH relativeFrom="column">
                        <wp:posOffset>-62230</wp:posOffset>
                      </wp:positionH>
                      <wp:positionV relativeFrom="paragraph">
                        <wp:posOffset>-12700</wp:posOffset>
                      </wp:positionV>
                      <wp:extent cx="1866900" cy="1981200"/>
                      <wp:effectExtent l="0" t="0" r="19050" b="19050"/>
                      <wp:wrapNone/>
                      <wp:docPr id="4" name="Gerader Verbinde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6900" cy="19812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772605" id="Gerader Verbinder 4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1pt" to="142.1pt,1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" strokecolor="red" strokeweight="2pt"/>
                  </w:pict>
                </mc:Fallback>
              </mc:AlternateConten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>
              <w:object w:dxaOrig="3886" w:dyaOrig="3586">
                <v:shape id="_x0000_i1036" type="#_x0000_t75" style="width:137.25pt;height:126.75pt" o:ole="">
                  <v:imagedata r:id="rId28" o:title=""/>
                </v:shape>
                <o:OLEObject Type="Embed" ProgID="Visio.Drawing.15" ShapeID="_x0000_i1036" DrawAspect="Content" ObjectID="_1591772102" r:id="rId29"/>
              </w:object>
            </w:r>
          </w:p>
        </w:tc>
        <w:tc>
          <w:tcPr>
            <w:tcW w:w="2900" w:type="dxa"/>
          </w:tcPr>
          <w:p w:rsidR="004F4688" w:rsidRDefault="000B73B3" w:rsidP="00173070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029BE0" wp14:editId="4B22BD10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-3174</wp:posOffset>
                      </wp:positionV>
                      <wp:extent cx="1924050" cy="1981200"/>
                      <wp:effectExtent l="0" t="0" r="19050" b="19050"/>
                      <wp:wrapNone/>
                      <wp:docPr id="9" name="Gerader Verbinde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24050" cy="1981200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2FCADE" id="Gerader Verbinder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.25pt" to="145.8pt,1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" strokecolor="red" strokeweight="2pt"/>
                  </w:pict>
                </mc:Fallback>
              </mc:AlternateContent>
            </w:r>
            <w:r w:rsidR="004F4688">
              <w:rPr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4D98A0" wp14:editId="20E4F962">
                      <wp:simplePos x="0" y="0"/>
                      <wp:positionH relativeFrom="column">
                        <wp:posOffset>-72390</wp:posOffset>
                      </wp:positionH>
                      <wp:positionV relativeFrom="paragraph">
                        <wp:posOffset>44450</wp:posOffset>
                      </wp:positionV>
                      <wp:extent cx="1866900" cy="1933575"/>
                      <wp:effectExtent l="0" t="0" r="19050" b="28575"/>
                      <wp:wrapNone/>
                      <wp:docPr id="6" name="Gerader Verbinde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66900" cy="193357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B3881D" id="Gerader Verbinder 6" o:spid="_x0000_s1026" style="position:absolute;flip:x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.7pt,3.5pt" to="141.3pt,15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" strokecolor="red" strokeweight="2pt"/>
                  </w:pict>
                </mc:Fallback>
              </mc:AlternateContent>
            </w:r>
          </w:p>
          <w:p w:rsidR="004F4688" w:rsidRPr="002C270F" w:rsidRDefault="004F4688" w:rsidP="00173070">
            <w:pPr>
              <w:rPr>
                <w:sz w:val="24"/>
                <w:szCs w:val="24"/>
              </w:rPr>
            </w:pPr>
            <w:r>
              <w:object w:dxaOrig="3886" w:dyaOrig="3586">
                <v:shape id="_x0000_i1037" type="#_x0000_t75" style="width:140.25pt;height:129pt" o:ole="">
                  <v:imagedata r:id="rId30" o:title=""/>
                </v:shape>
                <o:OLEObject Type="Embed" ProgID="Visio.Drawing.15" ShapeID="_x0000_i1037" DrawAspect="Content" ObjectID="_1591772103" r:id="rId31"/>
              </w:object>
            </w:r>
          </w:p>
        </w:tc>
      </w:tr>
    </w:tbl>
    <w:p w:rsidR="00C57A60" w:rsidRDefault="00C57A60" w:rsidP="00907B6E">
      <w:pPr>
        <w:spacing w:after="0" w:line="240" w:lineRule="auto"/>
        <w:rPr>
          <w:rFonts w:ascii="Arial" w:hAnsi="Arial" w:cs="Arial"/>
        </w:rPr>
      </w:pPr>
    </w:p>
    <w:p w:rsidR="00AC2D35" w:rsidRPr="00C57A60" w:rsidRDefault="00C57A60" w:rsidP="00C57A60">
      <w:pPr>
        <w:tabs>
          <w:tab w:val="left" w:pos="100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C2D35" w:rsidRPr="00C57A60" w:rsidSect="005F46E0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851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DF0" w:rsidRDefault="001A1DF0" w:rsidP="00F15712">
      <w:pPr>
        <w:spacing w:after="0" w:line="240" w:lineRule="auto"/>
      </w:pPr>
      <w:r>
        <w:separator/>
      </w:r>
    </w:p>
  </w:endnote>
  <w:endnote w:type="continuationSeparator" w:id="0">
    <w:p w:rsidR="001A1DF0" w:rsidRDefault="001A1DF0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60" w:rsidRDefault="00C57A6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B6E" w:rsidRPr="00907B6E" w:rsidRDefault="00907B6E" w:rsidP="00907B6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</w:rPr>
    </w:pPr>
    <w:r w:rsidRPr="00907B6E">
      <w:rPr>
        <w:rFonts w:ascii="Calibri" w:eastAsia="Calibri" w:hAnsi="Calibri" w:cs="Times New Roman"/>
      </w:rPr>
      <w:fldChar w:fldCharType="begin"/>
    </w:r>
    <w:r w:rsidRPr="00907B6E">
      <w:rPr>
        <w:rFonts w:ascii="Calibri" w:eastAsia="Calibri" w:hAnsi="Calibri" w:cs="Times New Roman"/>
      </w:rPr>
      <w:instrText xml:space="preserve"> FILENAME   \* MERGEFORMAT </w:instrText>
    </w:r>
    <w:r w:rsidRPr="00907B6E">
      <w:rPr>
        <w:rFonts w:ascii="Calibri" w:eastAsia="Calibri" w:hAnsi="Calibri" w:cs="Times New Roman"/>
      </w:rPr>
      <w:fldChar w:fldCharType="separate"/>
    </w:r>
    <w:r w:rsidR="00C57A60">
      <w:rPr>
        <w:rFonts w:ascii="Calibri" w:eastAsia="Calibri" w:hAnsi="Calibri" w:cs="Times New Roman"/>
        <w:noProof/>
      </w:rPr>
      <w:t>Übersicht logische Operatoren.docx</w:t>
    </w:r>
    <w:r w:rsidRPr="00907B6E">
      <w:rPr>
        <w:rFonts w:ascii="Calibri" w:eastAsia="Calibri" w:hAnsi="Calibri" w:cs="Times New Roman"/>
        <w:noProof/>
      </w:rPr>
      <w:fldChar w:fldCharType="end"/>
    </w:r>
    <w:r w:rsidRPr="00907B6E">
      <w:rPr>
        <w:rFonts w:ascii="Calibri" w:eastAsia="Calibri" w:hAnsi="Calibri" w:cs="Times New Roman"/>
        <w:noProof/>
      </w:rPr>
      <w:tab/>
    </w:r>
    <w:r w:rsidR="00C57A60">
      <w:rPr>
        <w:rFonts w:ascii="Calibri" w:eastAsia="Calibri" w:hAnsi="Calibri" w:cs="Times New Roman"/>
        <w:noProof/>
      </w:rPr>
      <w:tab/>
    </w:r>
    <w:bookmarkStart w:id="2" w:name="_GoBack"/>
    <w:bookmarkEnd w:id="2"/>
    <w:r w:rsidRPr="00907B6E">
      <w:rPr>
        <w:rFonts w:ascii="Calibri" w:eastAsia="Calibri" w:hAnsi="Calibri" w:cs="Times New Roman"/>
      </w:rPr>
      <w:fldChar w:fldCharType="begin"/>
    </w:r>
    <w:r w:rsidRPr="00907B6E">
      <w:rPr>
        <w:rFonts w:ascii="Calibri" w:eastAsia="Calibri" w:hAnsi="Calibri" w:cs="Times New Roman"/>
      </w:rPr>
      <w:instrText xml:space="preserve"> PAGE   \* MERGEFORMAT </w:instrText>
    </w:r>
    <w:r w:rsidRPr="00907B6E">
      <w:rPr>
        <w:rFonts w:ascii="Calibri" w:eastAsia="Calibri" w:hAnsi="Calibri" w:cs="Times New Roman"/>
      </w:rPr>
      <w:fldChar w:fldCharType="separate"/>
    </w:r>
    <w:r w:rsidR="00C57A60">
      <w:rPr>
        <w:rFonts w:ascii="Calibri" w:eastAsia="Calibri" w:hAnsi="Calibri" w:cs="Times New Roman"/>
        <w:noProof/>
      </w:rPr>
      <w:t>1</w:t>
    </w:r>
    <w:r w:rsidRPr="00907B6E">
      <w:rPr>
        <w:rFonts w:ascii="Calibri" w:eastAsia="Calibri" w:hAnsi="Calibri" w:cs="Times New Roman"/>
        <w:noProof/>
      </w:rPr>
      <w:fldChar w:fldCharType="end"/>
    </w:r>
    <w:r w:rsidRPr="00907B6E">
      <w:rPr>
        <w:rFonts w:ascii="Calibri" w:eastAsia="Calibri" w:hAnsi="Calibri" w:cs="Times New Roman"/>
      </w:rPr>
      <w:t xml:space="preserve"> / </w:t>
    </w:r>
    <w:r w:rsidRPr="00907B6E">
      <w:rPr>
        <w:rFonts w:ascii="Calibri" w:eastAsia="Calibri" w:hAnsi="Calibri" w:cs="Times New Roman"/>
      </w:rPr>
      <w:fldChar w:fldCharType="begin"/>
    </w:r>
    <w:r w:rsidRPr="00907B6E">
      <w:rPr>
        <w:rFonts w:ascii="Calibri" w:eastAsia="Calibri" w:hAnsi="Calibri" w:cs="Times New Roman"/>
      </w:rPr>
      <w:instrText xml:space="preserve"> NUMPAGES   \* MERGEFORMAT </w:instrText>
    </w:r>
    <w:r w:rsidRPr="00907B6E">
      <w:rPr>
        <w:rFonts w:ascii="Calibri" w:eastAsia="Calibri" w:hAnsi="Calibri" w:cs="Times New Roman"/>
      </w:rPr>
      <w:fldChar w:fldCharType="separate"/>
    </w:r>
    <w:r w:rsidR="00C57A60">
      <w:rPr>
        <w:rFonts w:ascii="Calibri" w:eastAsia="Calibri" w:hAnsi="Calibri" w:cs="Times New Roman"/>
        <w:noProof/>
      </w:rPr>
      <w:t>1</w:t>
    </w:r>
    <w:r w:rsidRPr="00907B6E">
      <w:rPr>
        <w:rFonts w:ascii="Calibri" w:eastAsia="Calibri" w:hAnsi="Calibri" w:cs="Times New Roman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60" w:rsidRDefault="00C57A6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DF0" w:rsidRDefault="001A1DF0" w:rsidP="00F15712">
      <w:pPr>
        <w:spacing w:after="0" w:line="240" w:lineRule="auto"/>
      </w:pPr>
      <w:r>
        <w:separator/>
      </w:r>
    </w:p>
  </w:footnote>
  <w:footnote w:type="continuationSeparator" w:id="0">
    <w:p w:rsidR="001A1DF0" w:rsidRDefault="001A1DF0" w:rsidP="00F15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60" w:rsidRDefault="00C57A6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7B6E" w:rsidRPr="00907B6E" w:rsidRDefault="00907B6E" w:rsidP="00907B6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</w:rPr>
    </w:pPr>
    <w:r w:rsidRPr="00907B6E">
      <w:rPr>
        <w:rFonts w:ascii="Calibri" w:eastAsia="Calibri" w:hAnsi="Calibri" w:cs="Times New Roman"/>
        <w:b/>
      </w:rPr>
      <w:t>Unterrichtsbegleitende Materialien Wirtschaftsinformatik</w:t>
    </w:r>
    <w:r w:rsidRPr="00907B6E">
      <w:rPr>
        <w:rFonts w:ascii="Calibri" w:eastAsia="Calibri" w:hAnsi="Calibri" w:cs="Times New Roman"/>
        <w:b/>
      </w:rPr>
      <w:tab/>
      <w:t>BPE 1 Prozesse</w:t>
    </w:r>
  </w:p>
  <w:p w:rsidR="00907B6E" w:rsidRPr="00907B6E" w:rsidRDefault="00907B6E" w:rsidP="00907B6E">
    <w:pPr>
      <w:tabs>
        <w:tab w:val="center" w:pos="4536"/>
        <w:tab w:val="right" w:pos="9072"/>
      </w:tabs>
      <w:spacing w:after="0" w:line="240" w:lineRule="auto"/>
      <w:rPr>
        <w:rFonts w:ascii="Calibri" w:eastAsia="Calibri" w:hAnsi="Calibri" w:cs="Times New Roman"/>
        <w:b/>
        <w:u w:val="single"/>
      </w:rPr>
    </w:pPr>
    <w:r w:rsidRPr="00907B6E">
      <w:rPr>
        <w:rFonts w:ascii="Calibri" w:eastAsia="Calibri" w:hAnsi="Calibri" w:cs="Times New Roman"/>
        <w:b/>
        <w:u w:val="single"/>
      </w:rPr>
      <w:tab/>
    </w:r>
    <w:r w:rsidRPr="00907B6E">
      <w:rPr>
        <w:rFonts w:ascii="Calibri" w:eastAsia="Calibri" w:hAnsi="Calibri" w:cs="Times New Roman"/>
        <w:b/>
        <w:u w:val="single"/>
      </w:rPr>
      <w:tab/>
    </w:r>
  </w:p>
  <w:p w:rsidR="00DF3288" w:rsidRDefault="00DF3288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7A60" w:rsidRDefault="00C57A6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5.5pt;height:113.25pt;visibility:visible;mso-wrap-style:square" o:bullet="t">
        <v:imagedata r:id="rId1" o:title=""/>
      </v:shape>
    </w:pict>
  </w:numPicBullet>
  <w:abstractNum w:abstractNumId="0" w15:restartNumberingAfterBreak="0">
    <w:nsid w:val="019C778A"/>
    <w:multiLevelType w:val="multilevel"/>
    <w:tmpl w:val="79B0E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B30BE7"/>
    <w:multiLevelType w:val="hybridMultilevel"/>
    <w:tmpl w:val="80F4713A"/>
    <w:lvl w:ilvl="0" w:tplc="0407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2" w15:restartNumberingAfterBreak="0">
    <w:nsid w:val="15AC2607"/>
    <w:multiLevelType w:val="multilevel"/>
    <w:tmpl w:val="295E4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1A5D76"/>
    <w:multiLevelType w:val="multilevel"/>
    <w:tmpl w:val="7C54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9F96F30"/>
    <w:multiLevelType w:val="hybridMultilevel"/>
    <w:tmpl w:val="AE5217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0A9078A"/>
    <w:multiLevelType w:val="multilevel"/>
    <w:tmpl w:val="B0AA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C42E6"/>
    <w:multiLevelType w:val="multilevel"/>
    <w:tmpl w:val="6B9A5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0F0DEC"/>
    <w:multiLevelType w:val="hybridMultilevel"/>
    <w:tmpl w:val="706EC84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B961A09"/>
    <w:multiLevelType w:val="multilevel"/>
    <w:tmpl w:val="FFD8A3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33A4D69"/>
    <w:multiLevelType w:val="multilevel"/>
    <w:tmpl w:val="04A46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887847"/>
    <w:multiLevelType w:val="hybridMultilevel"/>
    <w:tmpl w:val="EA264BE4"/>
    <w:lvl w:ilvl="0" w:tplc="0407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A319BD"/>
    <w:multiLevelType w:val="hybridMultilevel"/>
    <w:tmpl w:val="2C1ECD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FE4971"/>
    <w:multiLevelType w:val="hybridMultilevel"/>
    <w:tmpl w:val="673266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9F0253"/>
    <w:multiLevelType w:val="multilevel"/>
    <w:tmpl w:val="B1767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041634"/>
    <w:multiLevelType w:val="hybridMultilevel"/>
    <w:tmpl w:val="FB1264D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31114"/>
    <w:multiLevelType w:val="multilevel"/>
    <w:tmpl w:val="C15EA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C8E1642"/>
    <w:multiLevelType w:val="hybridMultilevel"/>
    <w:tmpl w:val="48D6A5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3"/>
  </w:num>
  <w:num w:numId="4">
    <w:abstractNumId w:val="17"/>
  </w:num>
  <w:num w:numId="5">
    <w:abstractNumId w:val="4"/>
  </w:num>
  <w:num w:numId="6">
    <w:abstractNumId w:val="13"/>
  </w:num>
  <w:num w:numId="7">
    <w:abstractNumId w:val="6"/>
  </w:num>
  <w:num w:numId="8">
    <w:abstractNumId w:val="8"/>
  </w:num>
  <w:num w:numId="9">
    <w:abstractNumId w:val="16"/>
  </w:num>
  <w:num w:numId="10">
    <w:abstractNumId w:val="1"/>
  </w:num>
  <w:num w:numId="11">
    <w:abstractNumId w:val="2"/>
  </w:num>
  <w:num w:numId="12">
    <w:abstractNumId w:val="9"/>
  </w:num>
  <w:num w:numId="13">
    <w:abstractNumId w:val="12"/>
  </w:num>
  <w:num w:numId="14">
    <w:abstractNumId w:val="15"/>
  </w:num>
  <w:num w:numId="15">
    <w:abstractNumId w:val="7"/>
  </w:num>
  <w:num w:numId="16">
    <w:abstractNumId w:val="5"/>
  </w:num>
  <w:num w:numId="17">
    <w:abstractNumId w:val="11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7773"/>
    <w:rsid w:val="000161A5"/>
    <w:rsid w:val="00026438"/>
    <w:rsid w:val="0005484E"/>
    <w:rsid w:val="00061200"/>
    <w:rsid w:val="000745FE"/>
    <w:rsid w:val="00081AD5"/>
    <w:rsid w:val="00086A9F"/>
    <w:rsid w:val="0009651B"/>
    <w:rsid w:val="000A4DAC"/>
    <w:rsid w:val="000B3053"/>
    <w:rsid w:val="000B6058"/>
    <w:rsid w:val="000B6D2B"/>
    <w:rsid w:val="000B73B3"/>
    <w:rsid w:val="000C798C"/>
    <w:rsid w:val="000D12D1"/>
    <w:rsid w:val="000D2A64"/>
    <w:rsid w:val="000F31A5"/>
    <w:rsid w:val="001079B0"/>
    <w:rsid w:val="0011291A"/>
    <w:rsid w:val="00116751"/>
    <w:rsid w:val="00120200"/>
    <w:rsid w:val="00125311"/>
    <w:rsid w:val="00126F2F"/>
    <w:rsid w:val="001334F5"/>
    <w:rsid w:val="001470AD"/>
    <w:rsid w:val="001508D9"/>
    <w:rsid w:val="0015457E"/>
    <w:rsid w:val="00171F0E"/>
    <w:rsid w:val="00175FD8"/>
    <w:rsid w:val="001A1DF0"/>
    <w:rsid w:val="001A53B3"/>
    <w:rsid w:val="001C0C54"/>
    <w:rsid w:val="001E2ED6"/>
    <w:rsid w:val="00200B57"/>
    <w:rsid w:val="00200F30"/>
    <w:rsid w:val="00204431"/>
    <w:rsid w:val="00214179"/>
    <w:rsid w:val="0022034F"/>
    <w:rsid w:val="00235562"/>
    <w:rsid w:val="002444D7"/>
    <w:rsid w:val="002444E3"/>
    <w:rsid w:val="002556A0"/>
    <w:rsid w:val="002610D0"/>
    <w:rsid w:val="00262447"/>
    <w:rsid w:val="00265B77"/>
    <w:rsid w:val="00280B77"/>
    <w:rsid w:val="002822AB"/>
    <w:rsid w:val="002904B5"/>
    <w:rsid w:val="002A4884"/>
    <w:rsid w:val="002A7A87"/>
    <w:rsid w:val="002B1827"/>
    <w:rsid w:val="002B19EB"/>
    <w:rsid w:val="002C3801"/>
    <w:rsid w:val="002C792E"/>
    <w:rsid w:val="002D141C"/>
    <w:rsid w:val="002D1EF4"/>
    <w:rsid w:val="002F0727"/>
    <w:rsid w:val="002F4421"/>
    <w:rsid w:val="002F57BC"/>
    <w:rsid w:val="00302141"/>
    <w:rsid w:val="00311AB3"/>
    <w:rsid w:val="0031395C"/>
    <w:rsid w:val="00313A19"/>
    <w:rsid w:val="003300C9"/>
    <w:rsid w:val="00336BD5"/>
    <w:rsid w:val="00345476"/>
    <w:rsid w:val="0035137D"/>
    <w:rsid w:val="00352BDB"/>
    <w:rsid w:val="00353ED3"/>
    <w:rsid w:val="0035655E"/>
    <w:rsid w:val="0037318C"/>
    <w:rsid w:val="00374ADE"/>
    <w:rsid w:val="0039519A"/>
    <w:rsid w:val="003A3DAE"/>
    <w:rsid w:val="003A4C9E"/>
    <w:rsid w:val="003A5DD9"/>
    <w:rsid w:val="003B2D7F"/>
    <w:rsid w:val="003C19BB"/>
    <w:rsid w:val="003D0851"/>
    <w:rsid w:val="003D4588"/>
    <w:rsid w:val="00401298"/>
    <w:rsid w:val="00403843"/>
    <w:rsid w:val="00406259"/>
    <w:rsid w:val="0040727C"/>
    <w:rsid w:val="004174DD"/>
    <w:rsid w:val="004176BE"/>
    <w:rsid w:val="00420BF6"/>
    <w:rsid w:val="00426250"/>
    <w:rsid w:val="00430DBD"/>
    <w:rsid w:val="004313B7"/>
    <w:rsid w:val="00440790"/>
    <w:rsid w:val="00444453"/>
    <w:rsid w:val="00455FD5"/>
    <w:rsid w:val="00462454"/>
    <w:rsid w:val="00473C64"/>
    <w:rsid w:val="00481D66"/>
    <w:rsid w:val="00484C94"/>
    <w:rsid w:val="00485113"/>
    <w:rsid w:val="00487FC2"/>
    <w:rsid w:val="004A4BFD"/>
    <w:rsid w:val="004A4FFA"/>
    <w:rsid w:val="004A6B3F"/>
    <w:rsid w:val="004C0525"/>
    <w:rsid w:val="004D7D3F"/>
    <w:rsid w:val="004E14CF"/>
    <w:rsid w:val="004F4688"/>
    <w:rsid w:val="004F6564"/>
    <w:rsid w:val="00502279"/>
    <w:rsid w:val="005135EA"/>
    <w:rsid w:val="0052132F"/>
    <w:rsid w:val="005260BC"/>
    <w:rsid w:val="00530EE1"/>
    <w:rsid w:val="0053210D"/>
    <w:rsid w:val="00552FF9"/>
    <w:rsid w:val="00574A33"/>
    <w:rsid w:val="00584141"/>
    <w:rsid w:val="00586645"/>
    <w:rsid w:val="00587D6B"/>
    <w:rsid w:val="005A4788"/>
    <w:rsid w:val="005A4B49"/>
    <w:rsid w:val="005B26DE"/>
    <w:rsid w:val="005B3CCC"/>
    <w:rsid w:val="005B412A"/>
    <w:rsid w:val="005C584C"/>
    <w:rsid w:val="005D3DB0"/>
    <w:rsid w:val="005E595B"/>
    <w:rsid w:val="005E7046"/>
    <w:rsid w:val="005F46E0"/>
    <w:rsid w:val="005F6616"/>
    <w:rsid w:val="00605105"/>
    <w:rsid w:val="006068E3"/>
    <w:rsid w:val="00615AA1"/>
    <w:rsid w:val="00616A95"/>
    <w:rsid w:val="00627D97"/>
    <w:rsid w:val="006358FC"/>
    <w:rsid w:val="0063730C"/>
    <w:rsid w:val="0065019A"/>
    <w:rsid w:val="006534D4"/>
    <w:rsid w:val="00654F2A"/>
    <w:rsid w:val="006563A0"/>
    <w:rsid w:val="00665E42"/>
    <w:rsid w:val="00665FC9"/>
    <w:rsid w:val="00671F81"/>
    <w:rsid w:val="0068476F"/>
    <w:rsid w:val="006954AB"/>
    <w:rsid w:val="00696191"/>
    <w:rsid w:val="006A41D5"/>
    <w:rsid w:val="006B3348"/>
    <w:rsid w:val="006B3548"/>
    <w:rsid w:val="006B6B05"/>
    <w:rsid w:val="006B6B3E"/>
    <w:rsid w:val="006C747B"/>
    <w:rsid w:val="00705FAA"/>
    <w:rsid w:val="00713A21"/>
    <w:rsid w:val="007260A7"/>
    <w:rsid w:val="007314A2"/>
    <w:rsid w:val="00736716"/>
    <w:rsid w:val="00737E2D"/>
    <w:rsid w:val="0074027F"/>
    <w:rsid w:val="00740C73"/>
    <w:rsid w:val="00744F2D"/>
    <w:rsid w:val="007611C9"/>
    <w:rsid w:val="00762720"/>
    <w:rsid w:val="0077148F"/>
    <w:rsid w:val="007807DF"/>
    <w:rsid w:val="00787B29"/>
    <w:rsid w:val="0079309E"/>
    <w:rsid w:val="007A0EB6"/>
    <w:rsid w:val="007A16C5"/>
    <w:rsid w:val="007A4CE8"/>
    <w:rsid w:val="007B22D4"/>
    <w:rsid w:val="007B4EE1"/>
    <w:rsid w:val="007B5003"/>
    <w:rsid w:val="007C54E1"/>
    <w:rsid w:val="007D1E64"/>
    <w:rsid w:val="007E5349"/>
    <w:rsid w:val="007F0067"/>
    <w:rsid w:val="00815C4A"/>
    <w:rsid w:val="0082548F"/>
    <w:rsid w:val="008329DD"/>
    <w:rsid w:val="008436BA"/>
    <w:rsid w:val="00851275"/>
    <w:rsid w:val="008619BB"/>
    <w:rsid w:val="008643A3"/>
    <w:rsid w:val="00864C14"/>
    <w:rsid w:val="00867262"/>
    <w:rsid w:val="008674F5"/>
    <w:rsid w:val="0087471F"/>
    <w:rsid w:val="00881447"/>
    <w:rsid w:val="008940A0"/>
    <w:rsid w:val="00894DDD"/>
    <w:rsid w:val="008A2A11"/>
    <w:rsid w:val="008A790B"/>
    <w:rsid w:val="008B4411"/>
    <w:rsid w:val="008B4DA7"/>
    <w:rsid w:val="008C6A29"/>
    <w:rsid w:val="008D219F"/>
    <w:rsid w:val="008D60A2"/>
    <w:rsid w:val="008D70D4"/>
    <w:rsid w:val="008E1B16"/>
    <w:rsid w:val="008E3E07"/>
    <w:rsid w:val="008E5347"/>
    <w:rsid w:val="008E66D0"/>
    <w:rsid w:val="008F2ACF"/>
    <w:rsid w:val="008F42BB"/>
    <w:rsid w:val="008F538D"/>
    <w:rsid w:val="008F5BBE"/>
    <w:rsid w:val="008F6CC3"/>
    <w:rsid w:val="00903181"/>
    <w:rsid w:val="00903748"/>
    <w:rsid w:val="00907B6E"/>
    <w:rsid w:val="00931646"/>
    <w:rsid w:val="0093312B"/>
    <w:rsid w:val="00934417"/>
    <w:rsid w:val="00940CAA"/>
    <w:rsid w:val="00941D7A"/>
    <w:rsid w:val="00943E39"/>
    <w:rsid w:val="0094523D"/>
    <w:rsid w:val="0095059E"/>
    <w:rsid w:val="00955470"/>
    <w:rsid w:val="00965161"/>
    <w:rsid w:val="0097667D"/>
    <w:rsid w:val="0098781E"/>
    <w:rsid w:val="009923B1"/>
    <w:rsid w:val="009A05CF"/>
    <w:rsid w:val="009A09A8"/>
    <w:rsid w:val="009A6B8D"/>
    <w:rsid w:val="009C0F2C"/>
    <w:rsid w:val="009C46C7"/>
    <w:rsid w:val="009C6B80"/>
    <w:rsid w:val="009E0535"/>
    <w:rsid w:val="009E54FC"/>
    <w:rsid w:val="009E5644"/>
    <w:rsid w:val="009F4BE7"/>
    <w:rsid w:val="00A051E6"/>
    <w:rsid w:val="00A06577"/>
    <w:rsid w:val="00A3260B"/>
    <w:rsid w:val="00A34B2F"/>
    <w:rsid w:val="00A377D6"/>
    <w:rsid w:val="00A41F4B"/>
    <w:rsid w:val="00A447DB"/>
    <w:rsid w:val="00A5242A"/>
    <w:rsid w:val="00A55B08"/>
    <w:rsid w:val="00A740AF"/>
    <w:rsid w:val="00A8033B"/>
    <w:rsid w:val="00A812AA"/>
    <w:rsid w:val="00A83480"/>
    <w:rsid w:val="00A867EE"/>
    <w:rsid w:val="00A86806"/>
    <w:rsid w:val="00AA3277"/>
    <w:rsid w:val="00AC2D35"/>
    <w:rsid w:val="00AC3F27"/>
    <w:rsid w:val="00AD2006"/>
    <w:rsid w:val="00AE3ECB"/>
    <w:rsid w:val="00AE6618"/>
    <w:rsid w:val="00AE67C8"/>
    <w:rsid w:val="00AE7EE3"/>
    <w:rsid w:val="00AF0010"/>
    <w:rsid w:val="00AF21C7"/>
    <w:rsid w:val="00B102B8"/>
    <w:rsid w:val="00B255CB"/>
    <w:rsid w:val="00B26D60"/>
    <w:rsid w:val="00B36E55"/>
    <w:rsid w:val="00B45E98"/>
    <w:rsid w:val="00B50ACF"/>
    <w:rsid w:val="00B54DBB"/>
    <w:rsid w:val="00B80D7B"/>
    <w:rsid w:val="00B84873"/>
    <w:rsid w:val="00B95DB9"/>
    <w:rsid w:val="00B97740"/>
    <w:rsid w:val="00BB7C1D"/>
    <w:rsid w:val="00BC7119"/>
    <w:rsid w:val="00BF3175"/>
    <w:rsid w:val="00C17DED"/>
    <w:rsid w:val="00C205A6"/>
    <w:rsid w:val="00C30B44"/>
    <w:rsid w:val="00C364D2"/>
    <w:rsid w:val="00C44489"/>
    <w:rsid w:val="00C470D5"/>
    <w:rsid w:val="00C5283A"/>
    <w:rsid w:val="00C541AC"/>
    <w:rsid w:val="00C57A60"/>
    <w:rsid w:val="00C719F2"/>
    <w:rsid w:val="00C72F11"/>
    <w:rsid w:val="00C73E1E"/>
    <w:rsid w:val="00C76736"/>
    <w:rsid w:val="00C828E0"/>
    <w:rsid w:val="00C9212D"/>
    <w:rsid w:val="00C93627"/>
    <w:rsid w:val="00CA48A0"/>
    <w:rsid w:val="00CB31F1"/>
    <w:rsid w:val="00CC4E0F"/>
    <w:rsid w:val="00CD22E1"/>
    <w:rsid w:val="00CE67BD"/>
    <w:rsid w:val="00CF546B"/>
    <w:rsid w:val="00D16D87"/>
    <w:rsid w:val="00D2398D"/>
    <w:rsid w:val="00D36093"/>
    <w:rsid w:val="00D57DE4"/>
    <w:rsid w:val="00D87C97"/>
    <w:rsid w:val="00D91B26"/>
    <w:rsid w:val="00D92DC5"/>
    <w:rsid w:val="00DA43B9"/>
    <w:rsid w:val="00DB1C01"/>
    <w:rsid w:val="00DC092A"/>
    <w:rsid w:val="00DC3F8C"/>
    <w:rsid w:val="00DC6687"/>
    <w:rsid w:val="00DD42FF"/>
    <w:rsid w:val="00DD6CDC"/>
    <w:rsid w:val="00DE2A13"/>
    <w:rsid w:val="00DE413F"/>
    <w:rsid w:val="00DF3288"/>
    <w:rsid w:val="00DF71CD"/>
    <w:rsid w:val="00E0077B"/>
    <w:rsid w:val="00E008BD"/>
    <w:rsid w:val="00E05388"/>
    <w:rsid w:val="00E56E59"/>
    <w:rsid w:val="00E751B6"/>
    <w:rsid w:val="00E7794E"/>
    <w:rsid w:val="00EB29E5"/>
    <w:rsid w:val="00EB69B4"/>
    <w:rsid w:val="00EC3A8F"/>
    <w:rsid w:val="00ED15A6"/>
    <w:rsid w:val="00ED3FA6"/>
    <w:rsid w:val="00EE00E5"/>
    <w:rsid w:val="00EF7FF6"/>
    <w:rsid w:val="00F02C47"/>
    <w:rsid w:val="00F049F2"/>
    <w:rsid w:val="00F111A3"/>
    <w:rsid w:val="00F15712"/>
    <w:rsid w:val="00F303C2"/>
    <w:rsid w:val="00F553DE"/>
    <w:rsid w:val="00F601A9"/>
    <w:rsid w:val="00F82BE4"/>
    <w:rsid w:val="00F8708E"/>
    <w:rsid w:val="00F87D7D"/>
    <w:rsid w:val="00F91C04"/>
    <w:rsid w:val="00F94EAD"/>
    <w:rsid w:val="00F974CD"/>
    <w:rsid w:val="00FA0705"/>
    <w:rsid w:val="00FA525E"/>
    <w:rsid w:val="00FB4592"/>
    <w:rsid w:val="00FB7316"/>
    <w:rsid w:val="00FD1E86"/>
    <w:rsid w:val="00FD4836"/>
    <w:rsid w:val="00FD68E7"/>
    <w:rsid w:val="00FD70C5"/>
    <w:rsid w:val="00FE5C1D"/>
    <w:rsid w:val="00FF306C"/>
    <w:rsid w:val="00FF4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999303"/>
  <w15:docId w15:val="{AE25AC83-F2C9-4537-849F-2541DDC9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41F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B30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F21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AF2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AF21C7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F21C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Absatz-Standardschriftart"/>
    <w:uiPriority w:val="99"/>
    <w:unhideWhenUsed/>
    <w:rsid w:val="00406259"/>
    <w:rPr>
      <w:color w:val="0000FF"/>
      <w:u w:val="single"/>
    </w:rPr>
  </w:style>
  <w:style w:type="paragraph" w:customStyle="1" w:styleId="copytext">
    <w:name w:val="copytext"/>
    <w:basedOn w:val="Standard"/>
    <w:rsid w:val="00406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t">
    <w:name w:val="st"/>
    <w:basedOn w:val="Absatz-Standardschriftart"/>
    <w:rsid w:val="004E14CF"/>
  </w:style>
  <w:style w:type="character" w:styleId="Hervorhebung">
    <w:name w:val="Emphasis"/>
    <w:basedOn w:val="Absatz-Standardschriftart"/>
    <w:uiPriority w:val="20"/>
    <w:qFormat/>
    <w:rsid w:val="004E14CF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B305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jnenbez">
    <w:name w:val="jnenbez"/>
    <w:basedOn w:val="Absatz-Standardschriftart"/>
    <w:rsid w:val="000B3053"/>
  </w:style>
  <w:style w:type="character" w:customStyle="1" w:styleId="jnentitel">
    <w:name w:val="jnentitel"/>
    <w:basedOn w:val="Absatz-Standardschriftart"/>
    <w:rsid w:val="000B3053"/>
  </w:style>
  <w:style w:type="character" w:styleId="BesuchterLink">
    <w:name w:val="FollowedHyperlink"/>
    <w:basedOn w:val="Absatz-Standardschriftart"/>
    <w:uiPriority w:val="99"/>
    <w:semiHidden/>
    <w:unhideWhenUsed/>
    <w:rsid w:val="006358FC"/>
    <w:rPr>
      <w:color w:val="800080" w:themeColor="followedHyperlink"/>
      <w:u w:val="single"/>
    </w:rPr>
  </w:style>
  <w:style w:type="paragraph" w:styleId="Verzeichnis2">
    <w:name w:val="toc 2"/>
    <w:basedOn w:val="Standard"/>
    <w:autoRedefine/>
    <w:uiPriority w:val="39"/>
    <w:semiHidden/>
    <w:unhideWhenUsed/>
    <w:rsid w:val="005213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A41F4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6847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68476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">
    <w:name w:val="text"/>
    <w:basedOn w:val="Absatz-Standardschriftart"/>
    <w:rsid w:val="00684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8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16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5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44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6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51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13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01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0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160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1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52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83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0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7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1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1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8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4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62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59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9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17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9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557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73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3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Visio-Zeichnung2.vsdx"/><Relationship Id="rId18" Type="http://schemas.openxmlformats.org/officeDocument/2006/relationships/image" Target="media/image7.emf"/><Relationship Id="rId26" Type="http://schemas.openxmlformats.org/officeDocument/2006/relationships/image" Target="media/image11.emf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package" Target="embeddings/Microsoft_Visio-Zeichnung6.vsdx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package" Target="embeddings/Microsoft_Visio-Zeichnung4.vsdx"/><Relationship Id="rId25" Type="http://schemas.openxmlformats.org/officeDocument/2006/relationships/package" Target="embeddings/Microsoft_Visio-Zeichnung8.vsdx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emf"/><Relationship Id="rId20" Type="http://schemas.openxmlformats.org/officeDocument/2006/relationships/image" Target="media/image8.emf"/><Relationship Id="rId29" Type="http://schemas.openxmlformats.org/officeDocument/2006/relationships/package" Target="embeddings/Microsoft_Visio-Zeichnung10.vsdx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Visio-Zeichnung1.vsdx"/><Relationship Id="rId24" Type="http://schemas.openxmlformats.org/officeDocument/2006/relationships/image" Target="media/image10.emf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Visio-Zeichnung3.vsdx"/><Relationship Id="rId23" Type="http://schemas.openxmlformats.org/officeDocument/2006/relationships/package" Target="embeddings/Microsoft_Visio-Zeichnung7.vsdx"/><Relationship Id="rId28" Type="http://schemas.openxmlformats.org/officeDocument/2006/relationships/image" Target="media/image12.emf"/><Relationship Id="rId36" Type="http://schemas.openxmlformats.org/officeDocument/2006/relationships/header" Target="header3.xml"/><Relationship Id="rId10" Type="http://schemas.openxmlformats.org/officeDocument/2006/relationships/image" Target="media/image3.emf"/><Relationship Id="rId19" Type="http://schemas.openxmlformats.org/officeDocument/2006/relationships/package" Target="embeddings/Microsoft_Visio-Zeichnung5.vsdx"/><Relationship Id="rId31" Type="http://schemas.openxmlformats.org/officeDocument/2006/relationships/package" Target="embeddings/Microsoft_Visio-Zeichnung11.vsdx"/><Relationship Id="rId4" Type="http://schemas.openxmlformats.org/officeDocument/2006/relationships/settings" Target="settings.xml"/><Relationship Id="rId9" Type="http://schemas.openxmlformats.org/officeDocument/2006/relationships/package" Target="embeddings/Microsoft_Visio-Zeichnung.vsdx"/><Relationship Id="rId14" Type="http://schemas.openxmlformats.org/officeDocument/2006/relationships/image" Target="media/image5.emf"/><Relationship Id="rId22" Type="http://schemas.openxmlformats.org/officeDocument/2006/relationships/image" Target="media/image9.emf"/><Relationship Id="rId27" Type="http://schemas.openxmlformats.org/officeDocument/2006/relationships/package" Target="embeddings/Microsoft_Visio-Zeichnung9.vsdx"/><Relationship Id="rId30" Type="http://schemas.openxmlformats.org/officeDocument/2006/relationships/image" Target="media/image13.emf"/><Relationship Id="rId35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70D52-B92C-471A-96EF-829DF81F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C1E09D0C.dotm</Template>
  <TotalTime>0</TotalTime>
  <Pages>1</Pages>
  <Words>67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Gernot Hege</dc:creator>
  <cp:lastModifiedBy>RStreb</cp:lastModifiedBy>
  <cp:revision>117</cp:revision>
  <cp:lastPrinted>2015-02-10T16:52:00Z</cp:lastPrinted>
  <dcterms:created xsi:type="dcterms:W3CDTF">2017-12-28T14:53:00Z</dcterms:created>
  <dcterms:modified xsi:type="dcterms:W3CDTF">2018-06-29T08:07:00Z</dcterms:modified>
</cp:coreProperties>
</file>